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501"/>
      </w:tblGrid>
      <w:tr w:rsidR="0070684C" w:rsidTr="00B12336">
        <w:tc>
          <w:tcPr>
            <w:tcW w:w="4786" w:type="dxa"/>
          </w:tcPr>
          <w:p w:rsidR="0070684C" w:rsidRPr="0070684C" w:rsidRDefault="0070684C" w:rsidP="00F21C04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501" w:type="dxa"/>
          </w:tcPr>
          <w:p w:rsidR="0070684C" w:rsidRPr="00F73D45" w:rsidRDefault="0070684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  <w:r w:rsidRPr="00F73D45">
              <w:rPr>
                <w:b/>
                <w:sz w:val="22"/>
                <w:szCs w:val="22"/>
              </w:rPr>
              <w:t>KINNITATUD</w:t>
            </w:r>
          </w:p>
          <w:p w:rsidR="0070684C" w:rsidRPr="006F65D2" w:rsidRDefault="007C6272" w:rsidP="00B12336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6F65D2">
              <w:rPr>
                <w:sz w:val="22"/>
                <w:szCs w:val="22"/>
              </w:rPr>
              <w:t>Siseministri</w:t>
            </w:r>
            <w:r w:rsidR="006F65D2" w:rsidRPr="006F65D2">
              <w:rPr>
                <w:sz w:val="22"/>
                <w:szCs w:val="22"/>
              </w:rPr>
              <w:t xml:space="preserve"> </w:t>
            </w:r>
            <w:fldSimple w:instr=" delta_regDateTime  \* MERGEFORMAT">
              <w:r w:rsidR="00BF1DEF">
                <w:rPr>
                  <w:sz w:val="22"/>
                  <w:szCs w:val="22"/>
                </w:rPr>
                <w:t>20.03.2023</w:t>
              </w:r>
            </w:fldSimple>
            <w:r w:rsidR="006F65D2" w:rsidRPr="006F65D2">
              <w:rPr>
                <w:sz w:val="22"/>
                <w:szCs w:val="22"/>
              </w:rPr>
              <w:t xml:space="preserve"> käskkirjaga nr </w:t>
            </w:r>
            <w:r w:rsidR="0070684C" w:rsidRPr="006F65D2">
              <w:rPr>
                <w:sz w:val="22"/>
                <w:szCs w:val="22"/>
              </w:rPr>
              <w:t xml:space="preserve"> </w:t>
            </w:r>
            <w:fldSimple w:instr=" delta_regNumber  \* MERGEFORMAT">
              <w:r w:rsidR="00BF1DEF">
                <w:rPr>
                  <w:sz w:val="22"/>
                  <w:szCs w:val="22"/>
                </w:rPr>
                <w:t>1-3/51</w:t>
              </w:r>
            </w:fldSimple>
            <w:r w:rsidR="0070684C" w:rsidRPr="006F65D2">
              <w:rPr>
                <w:sz w:val="22"/>
                <w:szCs w:val="22"/>
              </w:rPr>
              <w:t>„</w:t>
            </w:r>
            <w:r w:rsidR="00464EA9" w:rsidRPr="006F65D2">
              <w:rPr>
                <w:sz w:val="22"/>
                <w:szCs w:val="22"/>
              </w:rPr>
              <w:t>Riigieelarvelise toetuse eraldamine ning lepingute  sõl</w:t>
            </w:r>
            <w:r w:rsidR="00481CA4" w:rsidRPr="006F65D2">
              <w:rPr>
                <w:sz w:val="22"/>
                <w:szCs w:val="22"/>
              </w:rPr>
              <w:t>mimine kodanikuühendustega  202</w:t>
            </w:r>
            <w:r w:rsidR="006F65D2" w:rsidRPr="006F65D2">
              <w:rPr>
                <w:sz w:val="22"/>
                <w:szCs w:val="22"/>
              </w:rPr>
              <w:t>3</w:t>
            </w:r>
            <w:r w:rsidR="00464EA9" w:rsidRPr="006F65D2">
              <w:rPr>
                <w:sz w:val="22"/>
                <w:szCs w:val="22"/>
              </w:rPr>
              <w:t>. aasta riigieelarve menetlemisel tehtud toetuse andmise otsuste alusel</w:t>
            </w:r>
            <w:r w:rsidR="0070684C" w:rsidRPr="006F65D2">
              <w:rPr>
                <w:sz w:val="22"/>
                <w:szCs w:val="22"/>
              </w:rPr>
              <w:t>“</w:t>
            </w:r>
          </w:p>
          <w:p w:rsidR="0070684C" w:rsidRPr="008145F3" w:rsidRDefault="0070684C" w:rsidP="00F21C04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8145F3">
              <w:rPr>
                <w:sz w:val="22"/>
                <w:szCs w:val="22"/>
              </w:rPr>
              <w:t xml:space="preserve">LISA </w:t>
            </w:r>
            <w:r w:rsidR="00F21C04" w:rsidRPr="00F21C04">
              <w:rPr>
                <w:sz w:val="22"/>
                <w:szCs w:val="22"/>
              </w:rPr>
              <w:t>3</w:t>
            </w:r>
          </w:p>
        </w:tc>
      </w:tr>
      <w:tr w:rsidR="0089276C" w:rsidTr="00B12336">
        <w:tc>
          <w:tcPr>
            <w:tcW w:w="4786" w:type="dxa"/>
          </w:tcPr>
          <w:p w:rsidR="0089276C" w:rsidRPr="00E576CA" w:rsidRDefault="0089276C" w:rsidP="00017C88">
            <w:pPr>
              <w:widowControl/>
              <w:suppressAutoHyphens w:val="0"/>
              <w:spacing w:before="240"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4501" w:type="dxa"/>
          </w:tcPr>
          <w:p w:rsidR="0089276C" w:rsidRPr="00B81632" w:rsidRDefault="0089276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</w:p>
        </w:tc>
      </w:tr>
    </w:tbl>
    <w:p w:rsidR="00B12336" w:rsidRDefault="00B12336" w:rsidP="0084562D">
      <w:pPr>
        <w:widowControl/>
        <w:suppressAutoHyphens w:val="0"/>
        <w:spacing w:line="240" w:lineRule="auto"/>
        <w:jc w:val="left"/>
      </w:pPr>
    </w:p>
    <w:p w:rsidR="00B12336" w:rsidRDefault="00B12336" w:rsidP="0084562D">
      <w:pPr>
        <w:widowControl/>
        <w:suppressAutoHyphens w:val="0"/>
        <w:spacing w:line="240" w:lineRule="auto"/>
        <w:jc w:val="left"/>
      </w:pPr>
    </w:p>
    <w:tbl>
      <w:tblPr>
        <w:tblStyle w:val="TableGrid2"/>
        <w:tblW w:w="0" w:type="auto"/>
        <w:tblLook w:val="04A0"/>
      </w:tblPr>
      <w:tblGrid>
        <w:gridCol w:w="9062"/>
      </w:tblGrid>
      <w:tr w:rsidR="00F21C04" w:rsidRPr="00645CA1" w:rsidTr="00E06C31">
        <w:trPr>
          <w:trHeight w:val="5252"/>
        </w:trPr>
        <w:tc>
          <w:tcPr>
            <w:tcW w:w="9062" w:type="dxa"/>
          </w:tcPr>
          <w:p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:rsidR="00F21C04" w:rsidRPr="00645CA1" w:rsidRDefault="00F5446C" w:rsidP="00E06C31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Pakkumusega nõustumus</w:t>
            </w:r>
          </w:p>
          <w:p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645CA1">
              <w:rPr>
                <w:rFonts w:ascii="Times New Roman" w:eastAsia="Calibri" w:hAnsi="Times New Roman" w:cs="Times New Roman"/>
              </w:rPr>
              <w:t xml:space="preserve">Käesolevaga annan </w:t>
            </w:r>
            <w:r w:rsidR="0082573B">
              <w:rPr>
                <w:rFonts w:eastAsia="Calibri"/>
                <w:color w:val="2E74B5"/>
              </w:rPr>
              <w:t xml:space="preserve">MTÜ Tervem Noarootsi </w:t>
            </w:r>
            <w:r w:rsidRPr="00645CA1">
              <w:rPr>
                <w:rFonts w:ascii="Times New Roman" w:eastAsia="Calibri" w:hAnsi="Times New Roman" w:cs="Times New Roman"/>
              </w:rPr>
              <w:t xml:space="preserve">nimel nõustumuse riigieelarvelise toetuse lepingu pakkumusele, mis on esitatud </w:t>
            </w:r>
            <w:r w:rsidRPr="00F73D45">
              <w:rPr>
                <w:rFonts w:ascii="Times New Roman" w:eastAsia="Calibri" w:hAnsi="Times New Roman" w:cs="Times New Roman"/>
              </w:rPr>
              <w:t xml:space="preserve">siseministri </w:t>
            </w:r>
            <w:fldSimple w:instr=" delta_regDateTime  \* MERGEFORMAT">
              <w:r w:rsidR="00BF1DEF">
                <w:rPr>
                  <w:rFonts w:ascii="Times New Roman" w:hAnsi="Times New Roman" w:cs="Times New Roman"/>
                </w:rPr>
                <w:t>20.03.2023</w:t>
              </w:r>
            </w:fldSimple>
            <w:r w:rsidR="00EC5AB8" w:rsidRPr="006F65D2">
              <w:rPr>
                <w:rFonts w:ascii="Times New Roman" w:hAnsi="Times New Roman" w:cs="Times New Roman"/>
              </w:rPr>
              <w:t xml:space="preserve"> </w:t>
            </w:r>
            <w:r w:rsidRPr="00F73D45">
              <w:rPr>
                <w:rFonts w:ascii="Times New Roman" w:eastAsia="Calibri" w:hAnsi="Times New Roman" w:cs="Times New Roman"/>
              </w:rPr>
              <w:t xml:space="preserve">käskkirjas nr </w:t>
            </w:r>
            <w:fldSimple w:instr=" delta_regNumber  \* MERGEFORMAT">
              <w:r w:rsidR="00BF1DEF">
                <w:rPr>
                  <w:rFonts w:ascii="Times New Roman" w:hAnsi="Times New Roman" w:cs="Times New Roman"/>
                </w:rPr>
                <w:t>1-3/51</w:t>
              </w:r>
            </w:fldSimple>
            <w:r w:rsidRPr="00F73D45">
              <w:rPr>
                <w:rFonts w:ascii="Times New Roman" w:eastAsia="Calibri" w:hAnsi="Times New Roman" w:cs="Times New Roman"/>
              </w:rPr>
              <w:t>„</w:t>
            </w:r>
            <w:r w:rsidR="00FC7E7E" w:rsidRPr="00F73D45">
              <w:rPr>
                <w:rFonts w:ascii="Times New Roman" w:hAnsi="Times New Roman" w:cs="Times New Roman"/>
              </w:rPr>
              <w:t>Riigieelarvelise toetuse eraldamine ning lepingute sõlmimin</w:t>
            </w:r>
            <w:r w:rsidR="00481CA4" w:rsidRPr="00F73D45">
              <w:rPr>
                <w:rFonts w:ascii="Times New Roman" w:hAnsi="Times New Roman" w:cs="Times New Roman"/>
              </w:rPr>
              <w:t>e kodanikuühendustega 202</w:t>
            </w:r>
            <w:r w:rsidR="00F44A62">
              <w:rPr>
                <w:rFonts w:ascii="Times New Roman" w:hAnsi="Times New Roman" w:cs="Times New Roman"/>
              </w:rPr>
              <w:t>3</w:t>
            </w:r>
            <w:r w:rsidR="00FC7E7E" w:rsidRPr="00F73D45">
              <w:rPr>
                <w:rFonts w:ascii="Times New Roman" w:hAnsi="Times New Roman" w:cs="Times New Roman"/>
              </w:rPr>
              <w:t>. aasta riigieelarve menetlemise</w:t>
            </w:r>
            <w:r w:rsidR="00FC7E7E">
              <w:rPr>
                <w:rFonts w:ascii="Times New Roman" w:hAnsi="Times New Roman" w:cs="Times New Roman"/>
              </w:rPr>
              <w:t>l tehtud toetuse andmise otsuste alusel</w:t>
            </w:r>
            <w:r w:rsidRPr="00645CA1">
              <w:rPr>
                <w:rFonts w:ascii="Times New Roman" w:eastAsia="Calibri" w:hAnsi="Times New Roman" w:cs="Times New Roman"/>
              </w:rPr>
              <w:t xml:space="preserve">“ (edaspidi </w:t>
            </w:r>
            <w:r w:rsidRPr="00645CA1">
              <w:rPr>
                <w:rFonts w:ascii="Times New Roman" w:eastAsia="Calibri" w:hAnsi="Times New Roman" w:cs="Times New Roman"/>
                <w:i/>
              </w:rPr>
              <w:t>siseministri käskkiri</w:t>
            </w:r>
            <w:r w:rsidRPr="00645CA1">
              <w:rPr>
                <w:rFonts w:ascii="Times New Roman" w:eastAsia="Calibri" w:hAnsi="Times New Roman" w:cs="Times New Roman"/>
              </w:rPr>
              <w:t>).</w:t>
            </w:r>
          </w:p>
          <w:p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:rsidR="00F21C04" w:rsidRPr="00645CA1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Olen teadlik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, et nõustumuse andmisega loetakse riigieelarvelise toetuse leping sõlmituks. </w:t>
            </w:r>
            <w:r>
              <w:rPr>
                <w:rFonts w:ascii="Times New Roman" w:eastAsia="Calibri" w:hAnsi="Times New Roman" w:cs="Times New Roman"/>
              </w:rPr>
              <w:t>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innitan, et olen teadlik asjaolust, mille kohaselt loetakse riigieelarvelise toetuse leping sõlmituks siseministri käskkirjas ja selle lisas 2 </w:t>
            </w:r>
            <w:r>
              <w:rPr>
                <w:rFonts w:ascii="Times New Roman" w:eastAsia="Calibri" w:hAnsi="Times New Roman" w:cs="Times New Roman"/>
              </w:rPr>
              <w:t xml:space="preserve">esitatud </w:t>
            </w:r>
            <w:r w:rsidR="00F21C04" w:rsidRPr="00645CA1">
              <w:rPr>
                <w:rFonts w:ascii="Times New Roman" w:eastAsia="Calibri" w:hAnsi="Times New Roman" w:cs="Times New Roman"/>
              </w:rPr>
              <w:t>tingimustel ning toetuse saaja on kohustatud neid tingimusi täitma.</w:t>
            </w:r>
          </w:p>
          <w:p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:rsidR="00F21C04" w:rsidRPr="00645CA1" w:rsidRDefault="0082573B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eastAsia="Calibri"/>
                <w:color w:val="2E74B5"/>
              </w:rPr>
              <w:t xml:space="preserve">MTÜ Tervem Noarootsi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kontaktisiku nimi, e-posti aadress ja telefoni nr lepingu täitmisel on: </w:t>
            </w:r>
          </w:p>
          <w:p w:rsidR="00F21C04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645CA1">
              <w:rPr>
                <w:rFonts w:ascii="Times New Roman" w:eastAsia="Calibri" w:hAnsi="Times New Roman" w:cs="Times New Roman"/>
                <w:color w:val="2E74B5"/>
              </w:rPr>
              <w:t>[ees- ja perekonnanimi, e-posti aadress, telefoni nr]</w:t>
            </w:r>
            <w:r w:rsidRPr="00645CA1">
              <w:rPr>
                <w:rFonts w:ascii="Times New Roman" w:eastAsia="Calibri" w:hAnsi="Times New Roman" w:cs="Times New Roman"/>
              </w:rPr>
              <w:t>.</w:t>
            </w:r>
          </w:p>
          <w:p w:rsidR="0082573B" w:rsidRPr="00645CA1" w:rsidRDefault="0082573B" w:rsidP="00E06C31">
            <w:pPr>
              <w:rPr>
                <w:rFonts w:ascii="Times New Roman" w:eastAsia="Calibri" w:hAnsi="Times New Roman" w:cs="Times New Roman"/>
                <w:color w:val="2E74B5"/>
              </w:rPr>
            </w:pPr>
            <w:r>
              <w:rPr>
                <w:rFonts w:ascii="Times New Roman" w:eastAsia="Calibri" w:hAnsi="Times New Roman" w:cs="Times New Roman"/>
              </w:rPr>
              <w:t xml:space="preserve">Marika Adman, </w:t>
            </w:r>
            <w:hyperlink r:id="rId7" w:history="1">
              <w:r w:rsidRPr="0057293A">
                <w:rPr>
                  <w:rStyle w:val="Hperlink"/>
                  <w:rFonts w:eastAsia="Calibri"/>
                </w:rPr>
                <w:t>tervemnoarootsi@gmail.com</w:t>
              </w:r>
            </w:hyperlink>
            <w:r>
              <w:rPr>
                <w:rFonts w:ascii="Times New Roman" w:eastAsia="Calibri" w:hAnsi="Times New Roman" w:cs="Times New Roman"/>
              </w:rPr>
              <w:t>, 55507282</w:t>
            </w:r>
          </w:p>
          <w:p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:rsidR="00F21C04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alun </w:t>
            </w:r>
            <w:r>
              <w:rPr>
                <w:rFonts w:ascii="Times New Roman" w:eastAsia="Calibri" w:hAnsi="Times New Roman" w:cs="Times New Roman"/>
              </w:rPr>
              <w:t xml:space="preserve">kandke toetus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üle </w:t>
            </w:r>
            <w:r>
              <w:rPr>
                <w:rFonts w:ascii="Times New Roman" w:eastAsia="Calibri" w:hAnsi="Times New Roman" w:cs="Times New Roman"/>
              </w:rPr>
              <w:t>arvelduskontole</w:t>
            </w:r>
            <w:r w:rsidR="00F21C04" w:rsidRPr="00645CA1">
              <w:rPr>
                <w:rFonts w:ascii="Times New Roman" w:eastAsia="Calibri" w:hAnsi="Times New Roman" w:cs="Times New Roman"/>
              </w:rPr>
              <w:t>:</w:t>
            </w:r>
          </w:p>
          <w:p w:rsidR="0082573B" w:rsidRPr="00645CA1" w:rsidRDefault="0082573B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EE811010220205656223</w:t>
            </w:r>
          </w:p>
          <w:p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645CA1">
              <w:rPr>
                <w:rFonts w:ascii="Times New Roman" w:eastAsia="Calibri" w:hAnsi="Times New Roman" w:cs="Times New Roman"/>
                <w:color w:val="2E74B5"/>
              </w:rPr>
              <w:t>[panga nimi ja arveldusarve number, vajadusel ka viitenumber]</w:t>
            </w:r>
            <w:r w:rsidRPr="00645CA1">
              <w:rPr>
                <w:rFonts w:ascii="Times New Roman" w:eastAsia="Calibri" w:hAnsi="Times New Roman" w:cs="Times New Roman"/>
              </w:rPr>
              <w:t>.</w:t>
            </w:r>
          </w:p>
          <w:p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:rsidR="00F21C04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AB2A2F">
              <w:rPr>
                <w:rFonts w:ascii="Times New Roman" w:eastAsia="Calibri" w:hAnsi="Times New Roman" w:cs="Times New Roman"/>
              </w:rPr>
              <w:t>(allkirjastatud digitaalselt)</w:t>
            </w:r>
          </w:p>
          <w:p w:rsidR="0082573B" w:rsidRDefault="0082573B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Marika Adman </w:t>
            </w:r>
          </w:p>
          <w:p w:rsidR="0082573B" w:rsidRPr="00AB2A2F" w:rsidRDefault="0082573B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Juhatuse liige</w:t>
            </w:r>
          </w:p>
          <w:p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:rsidR="00F21C04" w:rsidRPr="00645CA1" w:rsidRDefault="00EC2E8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eastAsia="Calibri"/>
                <w:color w:val="2E74B5"/>
              </w:rPr>
              <w:fldChar w:fldCharType="begin"/>
            </w:r>
            <w:r w:rsidR="00F21C04">
              <w:rPr>
                <w:rFonts w:ascii="Times New Roman" w:eastAsia="Calibri" w:hAnsi="Times New Roman" w:cs="Times New Roman"/>
                <w:color w:val="2E74B5"/>
              </w:rPr>
              <w:instrText xml:space="preserve"> MACROBUTTON  AcceptAllChangesInDoc [põhikirja/põhimääruse või volituse] </w:instrText>
            </w:r>
            <w:r>
              <w:rPr>
                <w:rFonts w:eastAsia="Calibri"/>
                <w:color w:val="2E74B5"/>
              </w:rPr>
              <w:fldChar w:fldCharType="end"/>
            </w:r>
            <w:r w:rsidR="00F21C04" w:rsidRPr="00645CA1">
              <w:rPr>
                <w:rFonts w:ascii="Times New Roman" w:eastAsia="Calibri" w:hAnsi="Times New Roman" w:cs="Times New Roman"/>
                <w:color w:val="2E74B5"/>
              </w:rPr>
              <w:t xml:space="preserve"> (</w:t>
            </w:r>
            <w:r w:rsidR="00F5446C">
              <w:rPr>
                <w:rFonts w:ascii="Times New Roman" w:eastAsia="Calibri" w:hAnsi="Times New Roman" w:cs="Times New Roman"/>
                <w:color w:val="2E74B5"/>
              </w:rPr>
              <w:t>lähtudes sellest</w:t>
            </w:r>
            <w:r w:rsidR="00F21C04" w:rsidRPr="00645CA1">
              <w:rPr>
                <w:rFonts w:ascii="Times New Roman" w:eastAsia="Calibri" w:hAnsi="Times New Roman" w:cs="Times New Roman"/>
                <w:color w:val="2E74B5"/>
              </w:rPr>
              <w:t>, kes on toetuse saaja ja mille alusel esindaja esindab)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 alusel </w:t>
            </w:r>
            <w:r w:rsidR="00F21C04" w:rsidRPr="00645CA1">
              <w:rPr>
                <w:rFonts w:ascii="Times New Roman" w:eastAsia="Calibri" w:hAnsi="Times New Roman" w:cs="Times New Roman"/>
                <w:color w:val="2E74B5"/>
              </w:rPr>
              <w:t xml:space="preserve">[isiku ametinimetus, ees- ja perekonnanimi] </w:t>
            </w:r>
          </w:p>
          <w:p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8145F3" w:rsidRDefault="008145F3" w:rsidP="0084562D">
      <w:pPr>
        <w:widowControl/>
        <w:suppressAutoHyphens w:val="0"/>
        <w:spacing w:line="240" w:lineRule="auto"/>
        <w:jc w:val="left"/>
      </w:pPr>
    </w:p>
    <w:p w:rsidR="008145F3" w:rsidRDefault="008145F3" w:rsidP="0084562D">
      <w:pPr>
        <w:widowControl/>
        <w:suppressAutoHyphens w:val="0"/>
        <w:spacing w:line="240" w:lineRule="auto"/>
        <w:jc w:val="left"/>
      </w:pPr>
    </w:p>
    <w:p w:rsidR="008145F3" w:rsidRDefault="008145F3" w:rsidP="0084562D">
      <w:pPr>
        <w:widowControl/>
        <w:suppressAutoHyphens w:val="0"/>
        <w:spacing w:line="240" w:lineRule="auto"/>
        <w:jc w:val="left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425"/>
      </w:tblGrid>
      <w:tr w:rsidR="001A4260" w:rsidTr="001A4260">
        <w:tc>
          <w:tcPr>
            <w:tcW w:w="4786" w:type="dxa"/>
          </w:tcPr>
          <w:p w:rsidR="001A4260" w:rsidRDefault="001A4260" w:rsidP="001A4260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425" w:type="dxa"/>
          </w:tcPr>
          <w:p w:rsidR="001A4260" w:rsidRDefault="001A4260" w:rsidP="0084562D">
            <w:pPr>
              <w:widowControl/>
              <w:suppressAutoHyphens w:val="0"/>
              <w:spacing w:line="240" w:lineRule="auto"/>
              <w:jc w:val="left"/>
            </w:pPr>
          </w:p>
        </w:tc>
      </w:tr>
    </w:tbl>
    <w:p w:rsidR="001A4260" w:rsidRDefault="001A4260" w:rsidP="0084562D">
      <w:pPr>
        <w:widowControl/>
        <w:suppressAutoHyphens w:val="0"/>
        <w:spacing w:line="240" w:lineRule="auto"/>
        <w:jc w:val="left"/>
      </w:pPr>
    </w:p>
    <w:p w:rsidR="001A4260" w:rsidRPr="00BD078E" w:rsidRDefault="001A4260">
      <w:pPr>
        <w:widowControl/>
        <w:suppressAutoHyphens w:val="0"/>
        <w:spacing w:line="240" w:lineRule="auto"/>
        <w:jc w:val="left"/>
      </w:pPr>
    </w:p>
    <w:sectPr w:rsidR="001A4260" w:rsidRPr="00BD078E" w:rsidSect="00A14D83">
      <w:headerReference w:type="default" r:id="rId8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4F86" w:rsidRDefault="00BE4F86" w:rsidP="00DF44DF">
      <w:r>
        <w:separator/>
      </w:r>
    </w:p>
  </w:endnote>
  <w:endnote w:type="continuationSeparator" w:id="0">
    <w:p w:rsidR="00BE4F86" w:rsidRDefault="00BE4F86" w:rsidP="00DF44DF">
      <w:r>
        <w:continuationSeparator/>
      </w:r>
    </w:p>
  </w:endnote>
  <w:endnote w:type="continuationNotice" w:id="1">
    <w:p w:rsidR="00BE4F86" w:rsidRDefault="00BE4F86">
      <w:pPr>
        <w:spacing w:line="240" w:lineRule="auto"/>
      </w:pPr>
      <w:bookmarkStart w:id="0" w:name="_GoBack"/>
      <w:bookmarkEnd w:id="0"/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4F86" w:rsidRDefault="00BE4F86" w:rsidP="00DF44DF">
      <w:r>
        <w:separator/>
      </w:r>
    </w:p>
  </w:footnote>
  <w:footnote w:type="continuationSeparator" w:id="0">
    <w:p w:rsidR="00BE4F86" w:rsidRDefault="00BE4F86" w:rsidP="00DF44DF">
      <w:r>
        <w:continuationSeparator/>
      </w:r>
    </w:p>
  </w:footnote>
  <w:footnote w:type="continuationNotice" w:id="1">
    <w:p w:rsidR="00BE4F86" w:rsidRDefault="00BE4F86">
      <w:pPr>
        <w:spacing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BCA" w:rsidRDefault="00110BCA" w:rsidP="00110BCA">
    <w:pPr>
      <w:pStyle w:val="Jalus1"/>
      <w:jc w:val="center"/>
    </w:pPr>
  </w:p>
  <w:p w:rsidR="00110BCA" w:rsidRDefault="00110BCA">
    <w:pPr>
      <w:pStyle w:val="Pis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0001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45058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4B526A"/>
    <w:rsid w:val="00017C88"/>
    <w:rsid w:val="0004665A"/>
    <w:rsid w:val="00060947"/>
    <w:rsid w:val="00073127"/>
    <w:rsid w:val="000913FC"/>
    <w:rsid w:val="0009691F"/>
    <w:rsid w:val="000E4F8D"/>
    <w:rsid w:val="00110BCA"/>
    <w:rsid w:val="00124999"/>
    <w:rsid w:val="001A4260"/>
    <w:rsid w:val="001A7D04"/>
    <w:rsid w:val="001B434F"/>
    <w:rsid w:val="001D4CFB"/>
    <w:rsid w:val="002008A2"/>
    <w:rsid w:val="0022269C"/>
    <w:rsid w:val="0026456A"/>
    <w:rsid w:val="002835BB"/>
    <w:rsid w:val="00293449"/>
    <w:rsid w:val="002A37BA"/>
    <w:rsid w:val="002F254F"/>
    <w:rsid w:val="00302E14"/>
    <w:rsid w:val="00306688"/>
    <w:rsid w:val="00354059"/>
    <w:rsid w:val="00394DCB"/>
    <w:rsid w:val="003B2A9C"/>
    <w:rsid w:val="003D6744"/>
    <w:rsid w:val="003D76F1"/>
    <w:rsid w:val="00422A99"/>
    <w:rsid w:val="00435A13"/>
    <w:rsid w:val="0044084D"/>
    <w:rsid w:val="00464EA9"/>
    <w:rsid w:val="00481CA4"/>
    <w:rsid w:val="004A3512"/>
    <w:rsid w:val="004B526A"/>
    <w:rsid w:val="004C1391"/>
    <w:rsid w:val="004D7069"/>
    <w:rsid w:val="0050252A"/>
    <w:rsid w:val="005031FE"/>
    <w:rsid w:val="00546204"/>
    <w:rsid w:val="00551E24"/>
    <w:rsid w:val="00557534"/>
    <w:rsid w:val="00560A92"/>
    <w:rsid w:val="0056160C"/>
    <w:rsid w:val="00564569"/>
    <w:rsid w:val="00566D45"/>
    <w:rsid w:val="005927C1"/>
    <w:rsid w:val="005B5CE1"/>
    <w:rsid w:val="005D3CB0"/>
    <w:rsid w:val="005E3AED"/>
    <w:rsid w:val="005E45BB"/>
    <w:rsid w:val="00602834"/>
    <w:rsid w:val="00624E28"/>
    <w:rsid w:val="00647669"/>
    <w:rsid w:val="0067467E"/>
    <w:rsid w:val="00680609"/>
    <w:rsid w:val="006C78D0"/>
    <w:rsid w:val="006E16BD"/>
    <w:rsid w:val="006F3BB9"/>
    <w:rsid w:val="006F65D2"/>
    <w:rsid w:val="006F72D7"/>
    <w:rsid w:val="007056E1"/>
    <w:rsid w:val="0070684C"/>
    <w:rsid w:val="00713327"/>
    <w:rsid w:val="0075695A"/>
    <w:rsid w:val="0076054B"/>
    <w:rsid w:val="00793A3C"/>
    <w:rsid w:val="007A1DE8"/>
    <w:rsid w:val="007C6272"/>
    <w:rsid w:val="007D2BF1"/>
    <w:rsid w:val="007D54FC"/>
    <w:rsid w:val="007F55B0"/>
    <w:rsid w:val="008145F3"/>
    <w:rsid w:val="00816877"/>
    <w:rsid w:val="0082573B"/>
    <w:rsid w:val="00835858"/>
    <w:rsid w:val="0084562D"/>
    <w:rsid w:val="008919F2"/>
    <w:rsid w:val="0089276C"/>
    <w:rsid w:val="008D4634"/>
    <w:rsid w:val="008F0B50"/>
    <w:rsid w:val="0091786B"/>
    <w:rsid w:val="00932CDE"/>
    <w:rsid w:val="009370A4"/>
    <w:rsid w:val="009709A8"/>
    <w:rsid w:val="00976F7E"/>
    <w:rsid w:val="009C12AA"/>
    <w:rsid w:val="009C4E97"/>
    <w:rsid w:val="009E7F4A"/>
    <w:rsid w:val="00A10E66"/>
    <w:rsid w:val="00A1244E"/>
    <w:rsid w:val="00A14D83"/>
    <w:rsid w:val="00A31EE6"/>
    <w:rsid w:val="00A65183"/>
    <w:rsid w:val="00AB2A2F"/>
    <w:rsid w:val="00AD2EA7"/>
    <w:rsid w:val="00AE7DDE"/>
    <w:rsid w:val="00AF3210"/>
    <w:rsid w:val="00B12336"/>
    <w:rsid w:val="00B81632"/>
    <w:rsid w:val="00B834BD"/>
    <w:rsid w:val="00BC1A62"/>
    <w:rsid w:val="00BD078E"/>
    <w:rsid w:val="00BD3CCF"/>
    <w:rsid w:val="00BE4F86"/>
    <w:rsid w:val="00BF1DEF"/>
    <w:rsid w:val="00BF4D7C"/>
    <w:rsid w:val="00C24F66"/>
    <w:rsid w:val="00C27B07"/>
    <w:rsid w:val="00C41FC5"/>
    <w:rsid w:val="00C737AA"/>
    <w:rsid w:val="00C83346"/>
    <w:rsid w:val="00C90E39"/>
    <w:rsid w:val="00CA583B"/>
    <w:rsid w:val="00CA5F0B"/>
    <w:rsid w:val="00CC5642"/>
    <w:rsid w:val="00CF2B77"/>
    <w:rsid w:val="00CF4303"/>
    <w:rsid w:val="00D22F4E"/>
    <w:rsid w:val="00D40650"/>
    <w:rsid w:val="00D4365B"/>
    <w:rsid w:val="00D559F8"/>
    <w:rsid w:val="00D66EEF"/>
    <w:rsid w:val="00D8202D"/>
    <w:rsid w:val="00D82747"/>
    <w:rsid w:val="00D95622"/>
    <w:rsid w:val="00DB573E"/>
    <w:rsid w:val="00DE2090"/>
    <w:rsid w:val="00DF44DF"/>
    <w:rsid w:val="00E023F6"/>
    <w:rsid w:val="00E03DBB"/>
    <w:rsid w:val="00E576CA"/>
    <w:rsid w:val="00E6194D"/>
    <w:rsid w:val="00EA7993"/>
    <w:rsid w:val="00EC2E8C"/>
    <w:rsid w:val="00EC5AB8"/>
    <w:rsid w:val="00EE4FCE"/>
    <w:rsid w:val="00F122D1"/>
    <w:rsid w:val="00F21C04"/>
    <w:rsid w:val="00F25A4E"/>
    <w:rsid w:val="00F44A62"/>
    <w:rsid w:val="00F5446C"/>
    <w:rsid w:val="00F73D45"/>
    <w:rsid w:val="00F9645B"/>
    <w:rsid w:val="00FC7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Kontuurtabel">
    <w:name w:val="Table Grid"/>
    <w:basedOn w:val="Normaaltabel"/>
    <w:uiPriority w:val="59"/>
    <w:rsid w:val="007068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aaltabel"/>
    <w:next w:val="Kontuurtabel"/>
    <w:uiPriority w:val="39"/>
    <w:rsid w:val="00F21C0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ervemnoarootsi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403310322\AppData\Local\Microsoft\Windows\INetCache\IE\Q6MDBFIY\Lisa%203%20N&#245;ustumus%20pakkumusele%20mal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D0CAA9E6-87F6-43EF-9760-7B93B0F42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Lisa 3 Nõustumus pakkumusele mall</Template>
  <TotalTime>8</TotalTime>
  <Pages>1</Pages>
  <Words>252</Words>
  <Characters>1463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Kersti Ringmets</dc:creator>
  <cp:lastModifiedBy>Kasutaja</cp:lastModifiedBy>
  <cp:revision>3</cp:revision>
  <cp:lastPrinted>2014-04-02T13:57:00Z</cp:lastPrinted>
  <dcterms:created xsi:type="dcterms:W3CDTF">2023-04-12T10:34:00Z</dcterms:created>
  <dcterms:modified xsi:type="dcterms:W3CDTF">2023-04-12T10:41:00Z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{regNumber}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</Properties>
</file>